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DA0C1A" w:rsidRPr="00976300" w14:paraId="455EE7D9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84577" w14:textId="77777777" w:rsidR="00DA0C1A" w:rsidRDefault="00377B98" w:rsidP="00DA0C1A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387D98E2" w14:textId="3A22AC25" w:rsidR="00DA0C1A" w:rsidRPr="000D37DC" w:rsidRDefault="003A0AF4" w:rsidP="00231A43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Online Literature Cir</w:t>
            </w:r>
            <w:r w:rsidR="00941789">
              <w:rPr>
                <w:color w:val="FFFFFF"/>
              </w:rPr>
              <w:t>cles</w:t>
            </w:r>
          </w:p>
        </w:tc>
      </w:tr>
      <w:tr w:rsidR="00DA0C1A" w:rsidRPr="00976300" w14:paraId="0A1ED93A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15030" w14:textId="77777777" w:rsidR="00DA0C1A" w:rsidRPr="00F767FE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E31E8" w14:textId="194C52B3" w:rsidR="00DA0C1A" w:rsidRPr="00976300" w:rsidRDefault="003A0AF4" w:rsidP="00DA0C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Sonnenberg</w:t>
            </w:r>
            <w:proofErr w:type="spellEnd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5D6A" w14:textId="77777777" w:rsidR="00DA0C1A" w:rsidRPr="00F767FE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54D9A" w14:textId="2476A9A9" w:rsidR="00DA0C1A" w:rsidRDefault="003A0AF4" w:rsidP="00231A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7</w:t>
            </w:r>
            <w:r w:rsidRPr="003A0AF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Grade Reading Classes</w:t>
            </w:r>
          </w:p>
        </w:tc>
      </w:tr>
      <w:tr w:rsidR="00DA0C1A" w:rsidRPr="00976300" w14:paraId="22C3EB2C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03619" w14:textId="77777777" w:rsidR="00DA0C1A" w:rsidRPr="00F767FE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8477B" w14:textId="200D5500" w:rsidR="00DA0C1A" w:rsidRPr="00976300" w:rsidRDefault="003A0AF4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week unit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B10D2" w14:textId="77777777" w:rsidR="00DA0C1A" w:rsidRPr="00F767FE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15202" w14:textId="7757815F" w:rsidR="00DA0C1A" w:rsidRDefault="003A0AF4" w:rsidP="00231A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April-</w:t>
            </w:r>
            <w:r w:rsidR="00231A43">
              <w:rPr>
                <w:rFonts w:ascii="Arial" w:hAnsi="Arial" w:cs="Arial"/>
                <w:sz w:val="20"/>
                <w:szCs w:val="20"/>
              </w:rPr>
              <w:t>May, 2011</w:t>
            </w:r>
          </w:p>
        </w:tc>
      </w:tr>
      <w:tr w:rsidR="00DA0C1A" w:rsidRPr="00976300" w14:paraId="6D797982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C5A9" w14:textId="77777777" w:rsidR="00DA0C1A" w:rsidRPr="00F767FE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8B399" w14:textId="77777777" w:rsidR="00DA0C1A" w:rsidRPr="00976300" w:rsidRDefault="00DA0C1A" w:rsidP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EA7D5" w14:textId="77777777" w:rsidR="00DA0C1A" w:rsidRPr="00F767FE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0C1A" w:rsidRPr="00976300" w14:paraId="5EF3871B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755FA" w14:textId="77777777" w:rsidR="00DA0C1A" w:rsidRPr="00F767FE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A4B70" w14:textId="06865919" w:rsidR="00DA0C1A" w:rsidRPr="00976300" w:rsidRDefault="003A0AF4" w:rsidP="00231A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A0AF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Grade Reading 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CC595" w14:textId="77777777" w:rsidR="00DA0C1A" w:rsidRPr="00976300" w:rsidRDefault="00DA0C1A" w:rsidP="00DA0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99F4" w14:textId="77777777" w:rsidR="00DA0C1A" w:rsidRPr="00976300" w:rsidRDefault="00DA0C1A" w:rsidP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301A6" w14:textId="77777777" w:rsidR="00DA0C1A" w:rsidRPr="00976300" w:rsidRDefault="00DA0C1A" w:rsidP="00DA0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33F9B" w14:textId="77777777" w:rsidR="00DA0C1A" w:rsidRPr="00976300" w:rsidRDefault="00DA0C1A" w:rsidP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F25A" w14:textId="77777777" w:rsidR="00DA0C1A" w:rsidRPr="00976300" w:rsidRDefault="00DA0C1A" w:rsidP="00DA0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D46C1" w14:textId="77777777" w:rsidR="00DA0C1A" w:rsidRPr="00976300" w:rsidRDefault="00DA0C1A" w:rsidP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02EB6" w14:textId="77777777" w:rsidR="00DA0C1A" w:rsidRPr="00976300" w:rsidRDefault="00DA0C1A" w:rsidP="00DA0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CB25D" w14:textId="77777777" w:rsidR="00DA0C1A" w:rsidRPr="00976300" w:rsidRDefault="00DA0C1A" w:rsidP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92F12C" w14:textId="77777777" w:rsidR="00DA0C1A" w:rsidRDefault="009417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21C73E87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DA0C1A" w14:paraId="17F5D044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033B0113" w14:textId="77777777" w:rsidR="00DA0C1A" w:rsidRPr="006A3A59" w:rsidRDefault="00377B98" w:rsidP="00DA0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F273" w14:textId="3199D30A" w:rsidR="00DA0C1A" w:rsidRPr="00126709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will individually read a novel and then communicate through a collaborative wiki in order to gain stronger communication skills. </w:t>
            </w:r>
            <w:r w:rsidR="004A0A3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DA0C1A" w14:paraId="6C5B5FB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C438ACC" w14:textId="77777777" w:rsidR="00DA0C1A" w:rsidRPr="006A3A59" w:rsidRDefault="00377B98" w:rsidP="00DA0C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975A" w14:textId="7FF3954E" w:rsidR="00DA0C1A" w:rsidRDefault="00231A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941789">
              <w:rPr>
                <w:rFonts w:ascii="Arial" w:hAnsi="Arial" w:cs="Arial"/>
                <w:sz w:val="20"/>
                <w:szCs w:val="20"/>
              </w:rPr>
              <w:t>Read novel</w:t>
            </w:r>
          </w:p>
          <w:p w14:paraId="212B34C2" w14:textId="15B39347" w:rsidR="00231A43" w:rsidRDefault="00231A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941789">
              <w:rPr>
                <w:rFonts w:ascii="Arial" w:hAnsi="Arial" w:cs="Arial"/>
                <w:sz w:val="20"/>
                <w:szCs w:val="20"/>
              </w:rPr>
              <w:t>Post questions and responses on to wiki</w:t>
            </w:r>
          </w:p>
          <w:p w14:paraId="1193C0E2" w14:textId="3FA5A58F" w:rsidR="00231A43" w:rsidRPr="00126709" w:rsidRDefault="00231A43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941789">
              <w:rPr>
                <w:rFonts w:ascii="Arial" w:hAnsi="Arial" w:cs="Arial"/>
                <w:sz w:val="20"/>
                <w:szCs w:val="20"/>
              </w:rPr>
              <w:t>Be respectful of all posts and responses</w:t>
            </w:r>
          </w:p>
        </w:tc>
      </w:tr>
      <w:tr w:rsidR="00DA0C1A" w14:paraId="30783391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0874B400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B7E" w14:textId="1D8CFA6A" w:rsidR="00DA0C1A" w:rsidRDefault="00231A43" w:rsidP="00231A4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231A43">
              <w:rPr>
                <w:rFonts w:ascii="Arial" w:hAnsi="Arial" w:cs="Arial"/>
                <w:sz w:val="20"/>
                <w:szCs w:val="20"/>
              </w:rPr>
              <w:t>Introduction</w:t>
            </w:r>
            <w:r w:rsidR="00941789">
              <w:rPr>
                <w:rFonts w:ascii="Arial" w:hAnsi="Arial" w:cs="Arial"/>
                <w:sz w:val="20"/>
                <w:szCs w:val="20"/>
              </w:rPr>
              <w:t xml:space="preserve"> and practice with</w:t>
            </w:r>
            <w:r w:rsidRPr="00231A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789">
              <w:rPr>
                <w:rFonts w:ascii="Arial" w:hAnsi="Arial" w:cs="Arial"/>
                <w:sz w:val="20"/>
                <w:szCs w:val="20"/>
              </w:rPr>
              <w:t>Wiki</w:t>
            </w:r>
            <w:r w:rsidRPr="00231A4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0789AF" w14:textId="47D1651B" w:rsidR="00231A43" w:rsidRDefault="00941789" w:rsidP="00231A4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Practice developing higher-level questions</w:t>
            </w:r>
          </w:p>
          <w:p w14:paraId="0439DF2A" w14:textId="49CCDE21" w:rsidR="00231A43" w:rsidRPr="00231A43" w:rsidRDefault="00941789" w:rsidP="00231A4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posting rubric</w:t>
            </w:r>
          </w:p>
          <w:p w14:paraId="3B32EEED" w14:textId="029E6D15" w:rsidR="00231A43" w:rsidRDefault="00941789" w:rsidP="00231A4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manage and use wiki</w:t>
            </w:r>
          </w:p>
          <w:p w14:paraId="59A88160" w14:textId="1B8D0327" w:rsidR="00DA0C1A" w:rsidRPr="00231A43" w:rsidRDefault="00941789" w:rsidP="00231A4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track the journey of a character in final project</w:t>
            </w:r>
          </w:p>
        </w:tc>
      </w:tr>
    </w:tbl>
    <w:p w14:paraId="0E5F068A" w14:textId="77777777" w:rsidR="00DA0C1A" w:rsidRDefault="009417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3B6842D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DA0C1A" w:rsidRPr="009C5B29" w14:paraId="72A33203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A8CD5" w14:textId="2B0AEA45" w:rsidR="00DA0C1A" w:rsidRPr="009C5B29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Content Are</w:t>
            </w:r>
            <w:r w:rsidR="00941789">
              <w:rPr>
                <w:rFonts w:ascii="Arial" w:hAnsi="Arial" w:cs="Arial"/>
                <w:b/>
                <w:sz w:val="20"/>
                <w:szCs w:val="20"/>
              </w:rPr>
              <w:t>a Standards, Essential Learning</w:t>
            </w:r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449CA21" w14:textId="77777777" w:rsidR="00DA0C1A" w:rsidRPr="009C5B29" w:rsidRDefault="00377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2C7B" w14:textId="77777777" w:rsidR="00DA0C1A" w:rsidRPr="009C5B29" w:rsidRDefault="00377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DA0C1A" w14:paraId="51FFAC35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491B38C4" w14:textId="77777777" w:rsidR="00941789" w:rsidRDefault="00941789" w:rsidP="0094178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bookmarkStart w:id="0" w:name="standard2"/>
          </w:p>
          <w:p w14:paraId="743C115E" w14:textId="77777777" w:rsidR="00941789" w:rsidRDefault="00941789" w:rsidP="0094178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Standard 1</w:t>
            </w:r>
          </w:p>
          <w:p w14:paraId="3F734680" w14:textId="77777777" w:rsidR="00941789" w:rsidRDefault="00941789" w:rsidP="0094178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Oral Expression and Listening</w:t>
            </w:r>
          </w:p>
          <w:p w14:paraId="44646003" w14:textId="77777777" w:rsidR="00941789" w:rsidRDefault="00941789" w:rsidP="0094178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Standard 2</w:t>
            </w:r>
          </w:p>
          <w:p w14:paraId="59C41FD1" w14:textId="77777777" w:rsidR="00941789" w:rsidRDefault="00941789" w:rsidP="0094178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Reading for All Purposes</w:t>
            </w:r>
          </w:p>
          <w:p w14:paraId="54056EC4" w14:textId="77777777" w:rsidR="00941789" w:rsidRDefault="00941789" w:rsidP="0094178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Standard 3</w:t>
            </w:r>
          </w:p>
          <w:p w14:paraId="16F937B3" w14:textId="6F7726DF" w:rsidR="00941789" w:rsidRPr="0012670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Writing and Composition</w:t>
            </w:r>
            <w:r>
              <w:t>.</w:t>
            </w:r>
            <w:bookmarkEnd w:id="0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A7DC1" w14:textId="77777777" w:rsidR="00DA0C1A" w:rsidRPr="009D4B6F" w:rsidRDefault="00DA0C1A" w:rsidP="00956FB4">
            <w:pPr>
              <w:ind w:left="72"/>
              <w:rPr>
                <w:rFonts w:ascii="Arial" w:hAnsi="Arial" w:cs="Arial"/>
                <w:sz w:val="16"/>
                <w:szCs w:val="20"/>
              </w:rPr>
            </w:pPr>
          </w:p>
          <w:p w14:paraId="66174A00" w14:textId="77777777" w:rsidR="00956FB4" w:rsidRPr="00956FB4" w:rsidRDefault="00377B98" w:rsidP="00956F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16"/>
                <w:szCs w:val="20"/>
              </w:rPr>
            </w:pPr>
            <w:r w:rsidRPr="00956FB4">
              <w:rPr>
                <w:rFonts w:ascii="Arial" w:hAnsi="Arial" w:cs="Arial"/>
                <w:b/>
                <w:sz w:val="16"/>
                <w:szCs w:val="20"/>
              </w:rPr>
              <w:t xml:space="preserve">Critical Thinking, Reasoning, and </w:t>
            </w:r>
          </w:p>
          <w:p w14:paraId="267EC9A1" w14:textId="77777777" w:rsidR="00DA0C1A" w:rsidRPr="00956FB4" w:rsidRDefault="00377B98" w:rsidP="00956F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16"/>
                <w:szCs w:val="20"/>
              </w:rPr>
            </w:pPr>
            <w:r w:rsidRPr="00956FB4">
              <w:rPr>
                <w:rFonts w:ascii="Arial" w:hAnsi="Arial" w:cs="Arial"/>
                <w:b/>
                <w:sz w:val="16"/>
                <w:szCs w:val="20"/>
              </w:rPr>
              <w:t>Problem Solving</w:t>
            </w:r>
          </w:p>
          <w:p w14:paraId="6909E0FB" w14:textId="77777777" w:rsidR="00DA0C1A" w:rsidRPr="00956FB4" w:rsidRDefault="00377B98" w:rsidP="00956F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16"/>
                <w:szCs w:val="20"/>
              </w:rPr>
            </w:pPr>
            <w:r w:rsidRPr="00956FB4">
              <w:rPr>
                <w:rFonts w:ascii="Arial" w:hAnsi="Arial" w:cs="Arial"/>
                <w:b/>
                <w:sz w:val="16"/>
                <w:szCs w:val="20"/>
              </w:rPr>
              <w:t>Invention, Innovation, and Creativity</w:t>
            </w:r>
          </w:p>
          <w:p w14:paraId="3B08DF91" w14:textId="77777777" w:rsidR="00DA0C1A" w:rsidRPr="00956FB4" w:rsidRDefault="00377B98" w:rsidP="00956F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16"/>
                <w:szCs w:val="20"/>
              </w:rPr>
            </w:pPr>
            <w:r w:rsidRPr="00956FB4">
              <w:rPr>
                <w:rFonts w:ascii="Arial" w:hAnsi="Arial" w:cs="Arial"/>
                <w:b/>
                <w:sz w:val="16"/>
                <w:szCs w:val="20"/>
              </w:rPr>
              <w:t>Self-Direction</w:t>
            </w:r>
          </w:p>
          <w:p w14:paraId="5E75841B" w14:textId="77777777" w:rsidR="00DA0C1A" w:rsidRPr="00956FB4" w:rsidRDefault="00377B98" w:rsidP="00956F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16"/>
                <w:szCs w:val="20"/>
              </w:rPr>
            </w:pPr>
            <w:r w:rsidRPr="00956FB4">
              <w:rPr>
                <w:rFonts w:ascii="Arial" w:hAnsi="Arial" w:cs="Arial"/>
                <w:b/>
                <w:sz w:val="16"/>
                <w:szCs w:val="20"/>
              </w:rPr>
              <w:t>Inquiry Questions</w:t>
            </w:r>
          </w:p>
          <w:p w14:paraId="5D59F61E" w14:textId="77777777" w:rsidR="00DA0C1A" w:rsidRPr="00956FB4" w:rsidRDefault="00377B98" w:rsidP="00956FB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16"/>
                <w:szCs w:val="20"/>
              </w:rPr>
            </w:pPr>
            <w:r w:rsidRPr="00956FB4">
              <w:rPr>
                <w:rFonts w:ascii="Arial" w:hAnsi="Arial" w:cs="Arial"/>
                <w:b/>
                <w:sz w:val="16"/>
                <w:szCs w:val="20"/>
              </w:rPr>
              <w:t>Relevance and Application</w:t>
            </w:r>
          </w:p>
          <w:p w14:paraId="5F43D5D5" w14:textId="5CCA2D5C" w:rsidR="00DA0C1A" w:rsidRPr="009D4B6F" w:rsidRDefault="00DA0C1A" w:rsidP="00941789">
            <w:pPr>
              <w:pStyle w:val="ListParagrap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486F2CA9" w14:textId="0BCB4E67" w:rsidR="00AF2114" w:rsidRDefault="00941789" w:rsidP="00941789">
            <w:r>
              <w:t>1. Creativity and Innovation</w:t>
            </w:r>
          </w:p>
          <w:p w14:paraId="31503356" w14:textId="509713B3" w:rsidR="00941789" w:rsidRDefault="00941789" w:rsidP="00941789">
            <w:r>
              <w:t>2. Communication and Collaboration</w:t>
            </w:r>
          </w:p>
          <w:p w14:paraId="6C1138E4" w14:textId="118B8A95" w:rsidR="00AF2114" w:rsidRPr="00941789" w:rsidRDefault="00AF2114" w:rsidP="00941789">
            <w:r w:rsidRPr="00AF2114">
              <w:t>4. Critical Thinking, Problem Solving, and Decision Making</w:t>
            </w:r>
          </w:p>
          <w:p w14:paraId="6BC07970" w14:textId="64E788E4" w:rsidR="00AF2114" w:rsidRPr="00126709" w:rsidRDefault="00AF2114" w:rsidP="00941789">
            <w:r w:rsidRPr="00AF2114">
              <w:t>6.  Technology operations and concepts</w:t>
            </w:r>
            <w:r>
              <w:t xml:space="preserve"> </w:t>
            </w:r>
          </w:p>
        </w:tc>
      </w:tr>
    </w:tbl>
    <w:p w14:paraId="587E4418" w14:textId="77777777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:rsidRPr="009C5B29" w14:paraId="53E83A67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073A8F" w14:textId="77777777" w:rsidR="00DA0C1A" w:rsidRPr="009C5B29" w:rsidRDefault="00377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5E8B17" w14:textId="77777777" w:rsidR="00DA0C1A" w:rsidRPr="009C5B29" w:rsidRDefault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0AD708" w14:textId="77777777" w:rsidR="00DA0C1A" w:rsidRPr="009C5B29" w:rsidRDefault="00377B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DA0C1A" w14:paraId="3AAC1583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0F155BDC" w14:textId="1AE93120" w:rsidR="00DA0C1A" w:rsidRPr="00126709" w:rsidRDefault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NWEA reading scores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1C39D" w14:textId="77777777" w:rsidR="00DA0C1A" w:rsidRDefault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46A3CD2" w14:textId="6264F4CC" w:rsidR="00DA0C1A" w:rsidRPr="00126709" w:rsidRDefault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Project and assessment of wiki.</w:t>
            </w:r>
            <w:r w:rsidR="00AF211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76C21888" w14:textId="77777777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14:paraId="46DEDB19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4005C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FE9313" w14:textId="77777777" w:rsidR="00DA0C1A" w:rsidRDefault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D2EF2" w14:textId="77777777" w:rsidR="00DA0C1A" w:rsidRDefault="00377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DA0C1A" w14:paraId="1DA72860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E88181C" w14:textId="2FAF8004" w:rsidR="00DA0C1A" w:rsidRPr="00126709" w:rsidRDefault="00AF2114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order to meet the needs of each </w:t>
            </w:r>
            <w:r w:rsidR="00941789">
              <w:rPr>
                <w:rFonts w:ascii="Arial" w:hAnsi="Arial" w:cs="Arial"/>
                <w:sz w:val="20"/>
                <w:szCs w:val="20"/>
              </w:rPr>
              <w:t xml:space="preserve">student, students were placed into online reading groups based on their individual reading needs.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1D5B1" w14:textId="77777777" w:rsidR="00DA0C1A" w:rsidRDefault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AA97189" w14:textId="77777777" w:rsidR="00941789" w:rsidRDefault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Literature Circles (Harvey Daniels)</w:t>
            </w:r>
          </w:p>
          <w:p w14:paraId="253FDA51" w14:textId="44906B95" w:rsidR="00941789" w:rsidRPr="00126709" w:rsidRDefault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Various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Marzano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strategies</w:t>
            </w:r>
          </w:p>
        </w:tc>
      </w:tr>
    </w:tbl>
    <w:p w14:paraId="30C4A146" w14:textId="21754D45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14:paraId="7750B29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BCF54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FD7545" w14:textId="77777777" w:rsidR="00DA0C1A" w:rsidRDefault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88DB45" w14:textId="77777777" w:rsidR="00DA0C1A" w:rsidRDefault="00377B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DA0C1A" w14:paraId="1BA4734C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C9E00DA" w14:textId="02048114" w:rsidR="00DA0C1A" w:rsidRDefault="00941789" w:rsidP="00956F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  <w:p w14:paraId="2E295090" w14:textId="6B51863B" w:rsidR="00941789" w:rsidRDefault="00941789" w:rsidP="00956FB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Wikispace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Account and website</w:t>
            </w:r>
          </w:p>
          <w:p w14:paraId="6DDF4FF8" w14:textId="7ACEDA6A" w:rsidR="00941789" w:rsidRPr="00126709" w:rsidRDefault="00941789" w:rsidP="0095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BE17E" w14:textId="77777777" w:rsidR="00DA0C1A" w:rsidRDefault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1D6771E" w14:textId="375E593E" w:rsidR="00941789" w:rsidRPr="00126709" w:rsidRDefault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Novels </w:t>
            </w:r>
          </w:p>
        </w:tc>
      </w:tr>
    </w:tbl>
    <w:p w14:paraId="0EE7E356" w14:textId="6CD1600A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14:paraId="38404A7B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271DF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274364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122D3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B1EE23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09ADBA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5A7989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09119D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F596CB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542C0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0EB29D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E71C55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36C6EA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79D747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447139" w14:textId="77777777" w:rsidR="0094178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A6ACCE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Student Goal Setting Strategies</w:t>
            </w:r>
          </w:p>
        </w:tc>
      </w:tr>
      <w:tr w:rsidR="00DA0C1A" w14:paraId="157E5BCC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E12F6C3" w14:textId="58915388" w:rsidR="00DA0C1A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-Students using rubrics to self-assess postings.</w:t>
            </w:r>
          </w:p>
          <w:p w14:paraId="15761D0A" w14:textId="5A3E6730" w:rsidR="00941789" w:rsidRPr="00126709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-Final self-assessment for unit.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4BFA1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29726D28" w14:textId="77777777" w:rsidR="00DA0C1A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-Students worked within their groups to set reading goals and schedules.</w:t>
            </w:r>
          </w:p>
          <w:p w14:paraId="3B7869C4" w14:textId="6BA1637C" w:rsidR="00941789" w:rsidRPr="00126709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94618D" w14:textId="25D25A98" w:rsidR="00DA0C1A" w:rsidRDefault="00DA0C1A">
      <w:pPr>
        <w:rPr>
          <w:rFonts w:ascii="Arial" w:hAnsi="Arial" w:cs="Arial"/>
          <w:b/>
          <w:sz w:val="20"/>
          <w:szCs w:val="20"/>
        </w:rPr>
      </w:pPr>
    </w:p>
    <w:p w14:paraId="766F19CA" w14:textId="77777777" w:rsidR="00DA0C1A" w:rsidRDefault="00DA0C1A">
      <w:pPr>
        <w:rPr>
          <w:rFonts w:ascii="Arial" w:hAnsi="Arial" w:cs="Arial"/>
          <w:b/>
          <w:sz w:val="20"/>
          <w:szCs w:val="20"/>
        </w:rPr>
      </w:pPr>
    </w:p>
    <w:p w14:paraId="1F3D43BC" w14:textId="77777777" w:rsidR="00DA0C1A" w:rsidRDefault="00DA0C1A">
      <w:pPr>
        <w:rPr>
          <w:rFonts w:ascii="Arial" w:hAnsi="Arial" w:cs="Arial"/>
          <w:b/>
          <w:sz w:val="20"/>
          <w:szCs w:val="20"/>
        </w:rPr>
      </w:pPr>
    </w:p>
    <w:p w14:paraId="0C5C45C3" w14:textId="77777777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14:paraId="4B0EF225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D01BC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687679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5A606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DA0C1A" w14:paraId="12C8B0B2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3EB5C4FB" w14:textId="77777777" w:rsidR="00DA0C1A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-Teacher modeling</w:t>
            </w:r>
          </w:p>
          <w:p w14:paraId="0C4E912C" w14:textId="77777777" w:rsidR="0094178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-Previous student examples</w:t>
            </w:r>
          </w:p>
          <w:p w14:paraId="176C631A" w14:textId="3D23F829" w:rsidR="00941789" w:rsidRPr="0012670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-Whole group instruction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29C96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647E6BC" w14:textId="63F6CDD8" w:rsidR="00DA0C1A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-How can you add more detail to your response?</w:t>
            </w:r>
          </w:p>
          <w:p w14:paraId="4BEF5407" w14:textId="77777777" w:rsidR="006D6B78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-How can you make that a deeper level question?</w:t>
            </w:r>
          </w:p>
          <w:p w14:paraId="69E740F5" w14:textId="77777777" w:rsidR="0094178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-What do you plan on adding to your group’s wiki page?</w:t>
            </w:r>
          </w:p>
          <w:p w14:paraId="2EDDEC8D" w14:textId="2329787B" w:rsidR="00941789" w:rsidRPr="0012670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-Where do you see your character’s journey playing out?</w:t>
            </w:r>
          </w:p>
        </w:tc>
      </w:tr>
    </w:tbl>
    <w:p w14:paraId="382F5D7A" w14:textId="67B3F88E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14:paraId="1A88F7C6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21EFBC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F6ADAE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1B065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DA0C1A" w14:paraId="5BD2A348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5BEDF9DC" w14:textId="539746D6" w:rsidR="005004DF" w:rsidRDefault="005004DF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Same as above plus:</w:t>
            </w:r>
          </w:p>
          <w:p w14:paraId="5A7217F5" w14:textId="16BA96A0" w:rsidR="00DA0C1A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-Individual instruction with added instruction</w:t>
            </w:r>
          </w:p>
          <w:p w14:paraId="42E6438F" w14:textId="77777777" w:rsidR="00941789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-Redirection</w:t>
            </w:r>
          </w:p>
          <w:p w14:paraId="13961BC2" w14:textId="0F312B28" w:rsidR="00941789" w:rsidRPr="00126709" w:rsidRDefault="00941789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-Refocused questions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39721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0C2006D" w14:textId="010B736D" w:rsidR="00941789" w:rsidRDefault="00941789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-Post</w:t>
            </w:r>
          </w:p>
          <w:p w14:paraId="4C5109F2" w14:textId="77777777" w:rsidR="0094178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-Wiki</w:t>
            </w:r>
          </w:p>
          <w:p w14:paraId="3EDBDD88" w14:textId="77777777" w:rsidR="0094178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-Edit</w:t>
            </w:r>
          </w:p>
          <w:p w14:paraId="75BF8A87" w14:textId="77777777" w:rsidR="0094178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-Collaborate</w:t>
            </w:r>
          </w:p>
          <w:p w14:paraId="04B98291" w14:textId="372D2BD7" w:rsidR="00DA0C1A" w:rsidRPr="00126709" w:rsidRDefault="00941789" w:rsidP="00941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-Higher-level thinking</w:t>
            </w:r>
            <w:r w:rsidR="008725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ACEE5BE" w14:textId="50325D2B" w:rsidR="00DA0C1A" w:rsidRDefault="00DA0C1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0C1A" w14:paraId="347836F0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089C8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C29CBD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03EBC1" w14:textId="77777777" w:rsidR="00DA0C1A" w:rsidRDefault="00377B98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DA0C1A" w14:paraId="7C92A589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4D42002" w14:textId="63F51CAB" w:rsidR="00DA0C1A" w:rsidRDefault="005004DF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Same as above plus:</w:t>
            </w:r>
          </w:p>
          <w:p w14:paraId="03D738AD" w14:textId="77777777" w:rsidR="005004DF" w:rsidRDefault="005004DF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-Book on tape</w:t>
            </w:r>
          </w:p>
          <w:p w14:paraId="02E05747" w14:textId="4D59B372" w:rsidR="005004DF" w:rsidRPr="00126709" w:rsidRDefault="005004DF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-Oral posting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0FA35" w14:textId="77777777" w:rsidR="00DA0C1A" w:rsidRDefault="00DA0C1A" w:rsidP="00DA0C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881B114" w14:textId="1ADF3990" w:rsidR="00DA0C1A" w:rsidRDefault="005004DF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-Assistance from ELL teacher</w:t>
            </w:r>
          </w:p>
          <w:p w14:paraId="360BC508" w14:textId="00B010E0" w:rsidR="005004DF" w:rsidRPr="00126709" w:rsidRDefault="005004DF" w:rsidP="00DA0C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-High interest novel for ELL students</w:t>
            </w:r>
          </w:p>
        </w:tc>
      </w:tr>
    </w:tbl>
    <w:p w14:paraId="20E56C9C" w14:textId="02734308" w:rsidR="00DA0C1A" w:rsidRDefault="00DA0C1A">
      <w:pPr>
        <w:rPr>
          <w:rFonts w:ascii="Arial" w:hAnsi="Arial" w:cs="Arial"/>
          <w:b/>
          <w:sz w:val="20"/>
          <w:szCs w:val="20"/>
        </w:rPr>
      </w:pPr>
    </w:p>
    <w:p w14:paraId="1C846F9F" w14:textId="77777777" w:rsidR="00DA0C1A" w:rsidRDefault="00377B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DA0C1A" w14:paraId="2C3A5EB3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BADD29" w14:textId="77777777" w:rsidR="00DA0C1A" w:rsidRDefault="00DA0C1A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C342C9" w14:textId="77777777" w:rsidR="00DA0C1A" w:rsidRDefault="00377B98" w:rsidP="00DA0C1A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E61182" w14:textId="77777777" w:rsidR="00DA0C1A" w:rsidRDefault="00377B98" w:rsidP="00DA0C1A">
            <w:pPr>
              <w:pStyle w:val="Heading1"/>
            </w:pPr>
            <w:r>
              <w:t>Pacing</w:t>
            </w:r>
          </w:p>
        </w:tc>
      </w:tr>
      <w:tr w:rsidR="00DA0C1A" w14:paraId="70803F68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64FD4E3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FA6FCD4" w14:textId="6A0E5563" w:rsidR="00DA0C1A" w:rsidRPr="00DF4324" w:rsidRDefault="005004DF" w:rsidP="005004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Reading short introduction to the novels in a suspenseful voice, leaving the students eager to find out what happens. 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543E2E3A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C1A" w14:paraId="54C32353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030D7EE8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37CA4327" w14:textId="6A98269D" w:rsidR="00DA0C1A" w:rsidRPr="00DF4324" w:rsidRDefault="005004DF" w:rsidP="005004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introducing wiki and what can be accomplished.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657F03D6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C1A" w14:paraId="2F4301AB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D2F0749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0375714" w14:textId="5765B672" w:rsidR="00DA0C1A" w:rsidRPr="00DF4324" w:rsidRDefault="005004DF" w:rsidP="005004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to work and</w:t>
            </w:r>
            <w:r w:rsidR="00E76DCF">
              <w:rPr>
                <w:rFonts w:ascii="Arial" w:hAnsi="Arial" w:cs="Arial"/>
                <w:sz w:val="20"/>
                <w:szCs w:val="20"/>
              </w:rPr>
              <w:t xml:space="preserve"> manipulate</w:t>
            </w:r>
            <w:r>
              <w:rPr>
                <w:rFonts w:ascii="Arial" w:hAnsi="Arial" w:cs="Arial"/>
                <w:sz w:val="20"/>
                <w:szCs w:val="20"/>
              </w:rPr>
              <w:t xml:space="preserve"> the wiki.</w:t>
            </w:r>
            <w:r w:rsidR="00E76DCF">
              <w:rPr>
                <w:rFonts w:ascii="Arial" w:hAnsi="Arial" w:cs="Arial"/>
                <w:sz w:val="20"/>
                <w:szCs w:val="20"/>
              </w:rPr>
              <w:t xml:space="preserve"> Questioning.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614991F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C1A" w14:paraId="54DF3927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8A3DAEF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112C630" w14:textId="6AC37914" w:rsidR="00DA0C1A" w:rsidRPr="00DF4324" w:rsidRDefault="00E76D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Peer interactions and teacher guided practice.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849DE3A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C1A" w14:paraId="72917588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2A0698F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2EFE4501" w14:textId="39557FC0" w:rsidR="00DA0C1A" w:rsidRPr="00DF4324" w:rsidRDefault="00E76D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Rubric feedback, feedback via Wiki, and oral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feedback</w:t>
            </w:r>
            <w:r w:rsidR="00B3404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6BA9F7B9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C1A" w14:paraId="20D64041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156D007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A776C7F" w14:textId="0ADCAB3D" w:rsidR="00DA0C1A" w:rsidRPr="00DF4324" w:rsidRDefault="00B34048" w:rsidP="00E76D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Individual practicing </w:t>
            </w:r>
            <w:r w:rsidR="00E76DCF">
              <w:rPr>
                <w:rFonts w:ascii="Arial" w:hAnsi="Arial" w:cs="Arial"/>
                <w:sz w:val="20"/>
                <w:szCs w:val="20"/>
              </w:rPr>
              <w:t>on wiki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289F059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C1A" w14:paraId="63E42393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66BC0BF" w14:textId="77777777" w:rsidR="00DA0C1A" w:rsidRDefault="00377B98" w:rsidP="00DA0C1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ECE55FF" w14:textId="298B9163" w:rsidR="00E76DCF" w:rsidRPr="00DF4324" w:rsidRDefault="00E76DCF" w:rsidP="00770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project exploring the journey of the characters and sharing as a whole 7</w:t>
            </w:r>
            <w:r w:rsidRPr="00E76DCF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grade.</w:t>
            </w:r>
            <w:bookmarkStart w:id="1" w:name="_GoBack"/>
            <w:bookmarkEnd w:id="1"/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CC60615" w14:textId="77777777" w:rsidR="00DA0C1A" w:rsidRPr="00DF4324" w:rsidRDefault="00DA0C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35B756" w14:textId="649856AA" w:rsidR="00DA0C1A" w:rsidRDefault="00DA0C1A" w:rsidP="00DA0C1A"/>
    <w:sectPr w:rsidR="00DA0C1A" w:rsidSect="00DA0C1A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C2F87" w14:textId="77777777" w:rsidR="005004DF" w:rsidRDefault="005004DF">
      <w:r>
        <w:separator/>
      </w:r>
    </w:p>
  </w:endnote>
  <w:endnote w:type="continuationSeparator" w:id="0">
    <w:p w14:paraId="4C27D78E" w14:textId="77777777" w:rsidR="005004DF" w:rsidRDefault="0050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953B7" w14:textId="77777777" w:rsidR="005004DF" w:rsidRDefault="005004DF" w:rsidP="00DA0C1A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E76DCF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9A8F6" w14:textId="77777777" w:rsidR="005004DF" w:rsidRDefault="005004DF">
      <w:r>
        <w:separator/>
      </w:r>
    </w:p>
  </w:footnote>
  <w:footnote w:type="continuationSeparator" w:id="0">
    <w:p w14:paraId="1AB4C473" w14:textId="77777777" w:rsidR="005004DF" w:rsidRDefault="00500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702DC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35749"/>
    <w:multiLevelType w:val="hybridMultilevel"/>
    <w:tmpl w:val="2286B7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54857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C49EB"/>
    <w:multiLevelType w:val="hybridMultilevel"/>
    <w:tmpl w:val="F698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16D14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1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B0"/>
    <w:rsid w:val="000163AE"/>
    <w:rsid w:val="00117D53"/>
    <w:rsid w:val="0012577F"/>
    <w:rsid w:val="00231A43"/>
    <w:rsid w:val="00240B10"/>
    <w:rsid w:val="0032625D"/>
    <w:rsid w:val="00377B98"/>
    <w:rsid w:val="003A0AF4"/>
    <w:rsid w:val="00444941"/>
    <w:rsid w:val="004A0A31"/>
    <w:rsid w:val="005004DF"/>
    <w:rsid w:val="006703C1"/>
    <w:rsid w:val="006D6B78"/>
    <w:rsid w:val="007528F9"/>
    <w:rsid w:val="00770CE5"/>
    <w:rsid w:val="0087257E"/>
    <w:rsid w:val="0092261C"/>
    <w:rsid w:val="00941789"/>
    <w:rsid w:val="00956FB4"/>
    <w:rsid w:val="00AF2114"/>
    <w:rsid w:val="00B34048"/>
    <w:rsid w:val="00BD5747"/>
    <w:rsid w:val="00DA0C1A"/>
    <w:rsid w:val="00E76DCF"/>
    <w:rsid w:val="00FB3F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4A2B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417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9417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417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4178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417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9417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417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4178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0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HD:Users:abbey:Downloads: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Template.dotx</Template>
  <TotalTime>2</TotalTime>
  <Pages>3</Pages>
  <Words>507</Words>
  <Characters>2892</Characters>
  <Application>Microsoft Macintosh Word</Application>
  <DocSecurity>0</DocSecurity>
  <Lines>24</Lines>
  <Paragraphs>6</Paragraphs>
  <ScaleCrop>false</ScaleCrop>
  <Company>ECSD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Eagle Schools</dc:creator>
  <cp:keywords>Lesson Plan</cp:keywords>
  <dc:description/>
  <cp:lastModifiedBy>abbey.sonnenberg</cp:lastModifiedBy>
  <cp:revision>2</cp:revision>
  <cp:lastPrinted>2010-11-15T18:19:00Z</cp:lastPrinted>
  <dcterms:created xsi:type="dcterms:W3CDTF">2011-06-16T21:56:00Z</dcterms:created>
  <dcterms:modified xsi:type="dcterms:W3CDTF">2011-06-16T21:56:00Z</dcterms:modified>
  <cp:category>Lesson Plan</cp:category>
</cp:coreProperties>
</file>